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1647273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594A59E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74C67E0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4872B010" w14:textId="5A56288B" w:rsidR="008E2634" w:rsidRPr="00404764" w:rsidRDefault="008E2634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03032BED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  <w:p w14:paraId="72D92EF9" w14:textId="56FE79E1" w:rsidR="002D4A27" w:rsidRPr="00404764" w:rsidRDefault="002D4A27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638571" w14:textId="77777777" w:rsidR="007E7B81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42E2975" w14:textId="768778D0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B79D586" w14:textId="77777777" w:rsidR="007E7B8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  <w:p w14:paraId="59F951C2" w14:textId="2B2566C2" w:rsidR="005E0D8E" w:rsidRPr="00404764" w:rsidRDefault="005E0D8E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</w:t>
            </w:r>
            <w:r w:rsidR="004265C0">
              <w:rPr>
                <w:bCs/>
              </w:rPr>
              <w:t xml:space="preserve"> a počet výhybek</w:t>
            </w:r>
            <w:r>
              <w:rPr>
                <w:bCs/>
              </w:rPr>
              <w:t xml:space="preserve">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16B51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  <w:p w14:paraId="4AA8890E" w14:textId="21788CD2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3961B71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  <w:p w14:paraId="3E9EAFE8" w14:textId="0C32827D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CABCEC1" w14:textId="77777777" w:rsidR="007479E1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7109AFC4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28AE1E3D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71A1ACA7" w14:textId="1917C373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B408DFC" w14:textId="77777777" w:rsidR="007479E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62697588" w14:textId="004CCB57" w:rsidR="00FD3923" w:rsidRPr="00404764" w:rsidRDefault="00FD3923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AB6FEAA" w14:textId="77777777" w:rsidR="007E7B81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80FC1D8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3FB4859F" w14:textId="67E12F3F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58EC2A0" w14:textId="77777777" w:rsidR="007E7B8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0B76F025" w14:textId="0FCBEAC2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C6D223" w14:textId="77777777" w:rsidR="008E3DB5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  <w:p w14:paraId="1037EF16" w14:textId="60FC722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3411E267" w14:textId="77777777" w:rsidR="008E3DB5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  <w:p w14:paraId="4CDBD159" w14:textId="073A7645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D04DD65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  <w:p w14:paraId="004967C4" w14:textId="49A86F01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5EB1631A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  <w:p w14:paraId="1B1E7A03" w14:textId="4D6099DA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00738D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  <w:p w14:paraId="2D52C77F" w14:textId="7B0DA9F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lastRenderedPageBreak/>
              <w:t>Společníci podílející se na realizaci:</w:t>
            </w:r>
          </w:p>
        </w:tc>
        <w:tc>
          <w:tcPr>
            <w:tcW w:w="4264" w:type="dxa"/>
          </w:tcPr>
          <w:p w14:paraId="292172FD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lastRenderedPageBreak/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5BBC15E5" w14:textId="39D2EA2E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lastRenderedPageBreak/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D389BF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Stavební práce zahrnovaly práce na energetickém a elektrotechnickém zařízení:</w:t>
            </w:r>
          </w:p>
          <w:p w14:paraId="20A5BAFC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078EDBE2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50F838BB" w14:textId="15A72F65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5D6BCD2" w14:textId="77777777" w:rsidR="00921E6B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  <w:p w14:paraId="5DA52B8F" w14:textId="0A5DDB2E" w:rsidR="00FD3923" w:rsidRPr="00404764" w:rsidRDefault="00FD3923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5CD4174" w14:textId="77777777" w:rsidR="00921E6B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  <w:p w14:paraId="27103CAD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359D0CDA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63E02AFE" w14:textId="0D963B60" w:rsidR="00A758CB" w:rsidRPr="00404764" w:rsidRDefault="00A758C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656E480F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  <w:p w14:paraId="29DE3D1F" w14:textId="2B361454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9B9CD66" w14:textId="77777777" w:rsidR="00FF2CFB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  <w:p w14:paraId="54399BE0" w14:textId="4494D9CB" w:rsidR="00F447C7" w:rsidRPr="00404764" w:rsidRDefault="00F447C7" w:rsidP="00FF2CF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7D62FDD" w14:textId="77777777" w:rsidR="00FF2CFB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411DC54E" w14:textId="3BDDB304" w:rsidR="00FD3923" w:rsidRPr="00404764" w:rsidRDefault="00FD3923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</w:tbl>
    <w:p w14:paraId="4A091CC7" w14:textId="32F65849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0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0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</w:t>
      </w:r>
      <w:proofErr w:type="gramStart"/>
      <w:r w:rsidRPr="00404764">
        <w:rPr>
          <w:rFonts w:eastAsia="Times New Roman"/>
          <w:bCs/>
          <w:i/>
        </w:rPr>
        <w:t>základě</w:t>
      </w:r>
      <w:proofErr w:type="gramEnd"/>
      <w:r w:rsidRPr="00404764">
        <w:rPr>
          <w:rFonts w:eastAsia="Times New Roman"/>
          <w:bCs/>
          <w:i/>
        </w:rPr>
        <w:t xml:space="preserve">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73F3F6FD" w14:textId="2073E436" w:rsidR="00731654" w:rsidRPr="00276C0B" w:rsidRDefault="00731654" w:rsidP="00A752FC">
      <w:pPr>
        <w:spacing w:after="60"/>
        <w:jc w:val="both"/>
        <w:outlineLvl w:val="3"/>
        <w:rPr>
          <w:bCs/>
          <w:i/>
        </w:rPr>
      </w:pPr>
      <w:r w:rsidRPr="009D5026">
        <w:rPr>
          <w:b/>
          <w:bCs/>
          <w:i/>
        </w:rPr>
        <w:t>Poznámka 4:</w:t>
      </w:r>
      <w:r>
        <w:rPr>
          <w:bCs/>
          <w:i/>
        </w:rPr>
        <w:t xml:space="preserve"> V případě, že se na realizaci uvedených prací podílelo vícero společníků, jednotlivé údaje se vyplní pro každého společníka zvlášť. V případě, že zhotovitel realizoval předmět zakázky samostatně</w:t>
      </w:r>
      <w:r w:rsidR="003F13AA">
        <w:rPr>
          <w:bCs/>
          <w:i/>
        </w:rPr>
        <w:t xml:space="preserve"> pole zůstane </w:t>
      </w:r>
      <w:r w:rsidR="00B94D18">
        <w:rPr>
          <w:bCs/>
          <w:i/>
        </w:rPr>
        <w:t>prázdné</w:t>
      </w:r>
      <w:r>
        <w:rPr>
          <w:bCs/>
          <w:i/>
        </w:rPr>
        <w:t xml:space="preserve">. </w:t>
      </w:r>
    </w:p>
    <w:p w14:paraId="43FD9582" w14:textId="77777777" w:rsidR="00D928DB" w:rsidRPr="00F0533E" w:rsidRDefault="00D928DB" w:rsidP="00B94D18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70259069">
    <w:abstractNumId w:val="2"/>
  </w:num>
  <w:num w:numId="2" w16cid:durableId="1083071399">
    <w:abstractNumId w:val="1"/>
  </w:num>
  <w:num w:numId="3" w16cid:durableId="89620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5928398">
    <w:abstractNumId w:val="7"/>
  </w:num>
  <w:num w:numId="5" w16cid:durableId="1078403465">
    <w:abstractNumId w:val="3"/>
  </w:num>
  <w:num w:numId="6" w16cid:durableId="684088392">
    <w:abstractNumId w:val="4"/>
  </w:num>
  <w:num w:numId="7" w16cid:durableId="428621140">
    <w:abstractNumId w:val="0"/>
  </w:num>
  <w:num w:numId="8" w16cid:durableId="2102069764">
    <w:abstractNumId w:val="5"/>
  </w:num>
  <w:num w:numId="9" w16cid:durableId="2973455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2844501">
    <w:abstractNumId w:val="4"/>
  </w:num>
  <w:num w:numId="11" w16cid:durableId="2091611874">
    <w:abstractNumId w:val="1"/>
  </w:num>
  <w:num w:numId="12" w16cid:durableId="1565793628">
    <w:abstractNumId w:val="4"/>
  </w:num>
  <w:num w:numId="13" w16cid:durableId="1464737518">
    <w:abstractNumId w:val="4"/>
  </w:num>
  <w:num w:numId="14" w16cid:durableId="1760369123">
    <w:abstractNumId w:val="4"/>
  </w:num>
  <w:num w:numId="15" w16cid:durableId="185096803">
    <w:abstractNumId w:val="4"/>
  </w:num>
  <w:num w:numId="16" w16cid:durableId="722675135">
    <w:abstractNumId w:val="8"/>
  </w:num>
  <w:num w:numId="17" w16cid:durableId="2062513378">
    <w:abstractNumId w:val="2"/>
  </w:num>
  <w:num w:numId="18" w16cid:durableId="318385746">
    <w:abstractNumId w:val="8"/>
  </w:num>
  <w:num w:numId="19" w16cid:durableId="2097439596">
    <w:abstractNumId w:val="8"/>
  </w:num>
  <w:num w:numId="20" w16cid:durableId="1782531655">
    <w:abstractNumId w:val="8"/>
  </w:num>
  <w:num w:numId="21" w16cid:durableId="1699425438">
    <w:abstractNumId w:val="8"/>
  </w:num>
  <w:num w:numId="22" w16cid:durableId="922762639">
    <w:abstractNumId w:val="4"/>
  </w:num>
  <w:num w:numId="23" w16cid:durableId="1287741023">
    <w:abstractNumId w:val="1"/>
  </w:num>
  <w:num w:numId="24" w16cid:durableId="290091250">
    <w:abstractNumId w:val="4"/>
  </w:num>
  <w:num w:numId="25" w16cid:durableId="211577251">
    <w:abstractNumId w:val="4"/>
  </w:num>
  <w:num w:numId="26" w16cid:durableId="833230523">
    <w:abstractNumId w:val="4"/>
  </w:num>
  <w:num w:numId="27" w16cid:durableId="939262857">
    <w:abstractNumId w:val="4"/>
  </w:num>
  <w:num w:numId="28" w16cid:durableId="16664336">
    <w:abstractNumId w:val="8"/>
  </w:num>
  <w:num w:numId="29" w16cid:durableId="547106163">
    <w:abstractNumId w:val="2"/>
  </w:num>
  <w:num w:numId="30" w16cid:durableId="763576763">
    <w:abstractNumId w:val="8"/>
  </w:num>
  <w:num w:numId="31" w16cid:durableId="1044792795">
    <w:abstractNumId w:val="8"/>
  </w:num>
  <w:num w:numId="32" w16cid:durableId="82192598">
    <w:abstractNumId w:val="8"/>
  </w:num>
  <w:num w:numId="33" w16cid:durableId="94446465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68A1"/>
    <w:rsid w:val="000F725B"/>
    <w:rsid w:val="0010693F"/>
    <w:rsid w:val="00114472"/>
    <w:rsid w:val="00126EA7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D4A27"/>
    <w:rsid w:val="002E0CD7"/>
    <w:rsid w:val="002F5828"/>
    <w:rsid w:val="00300A53"/>
    <w:rsid w:val="00326018"/>
    <w:rsid w:val="00341DCF"/>
    <w:rsid w:val="00357BC6"/>
    <w:rsid w:val="00374EB1"/>
    <w:rsid w:val="003956C6"/>
    <w:rsid w:val="003F13AA"/>
    <w:rsid w:val="00404764"/>
    <w:rsid w:val="004265C0"/>
    <w:rsid w:val="00431832"/>
    <w:rsid w:val="00441430"/>
    <w:rsid w:val="00445914"/>
    <w:rsid w:val="00450F07"/>
    <w:rsid w:val="00453CD3"/>
    <w:rsid w:val="0045713F"/>
    <w:rsid w:val="00460660"/>
    <w:rsid w:val="0047754B"/>
    <w:rsid w:val="00486107"/>
    <w:rsid w:val="00486807"/>
    <w:rsid w:val="00491827"/>
    <w:rsid w:val="00497278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E0D8E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1654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2634"/>
    <w:rsid w:val="008E3DB5"/>
    <w:rsid w:val="008F18D6"/>
    <w:rsid w:val="008F5CEA"/>
    <w:rsid w:val="00904780"/>
    <w:rsid w:val="00921E6B"/>
    <w:rsid w:val="00921EC3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752FC"/>
    <w:rsid w:val="00A758CB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4758B"/>
    <w:rsid w:val="00B75EE1"/>
    <w:rsid w:val="00B77481"/>
    <w:rsid w:val="00B81949"/>
    <w:rsid w:val="00B8518B"/>
    <w:rsid w:val="00B94D18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5695C"/>
    <w:rsid w:val="00E62F4E"/>
    <w:rsid w:val="00EB104F"/>
    <w:rsid w:val="00EC27A9"/>
    <w:rsid w:val="00ED14BD"/>
    <w:rsid w:val="00F0533E"/>
    <w:rsid w:val="00F06762"/>
    <w:rsid w:val="00F1048D"/>
    <w:rsid w:val="00F11C1A"/>
    <w:rsid w:val="00F12DEC"/>
    <w:rsid w:val="00F1715C"/>
    <w:rsid w:val="00F310F8"/>
    <w:rsid w:val="00F35939"/>
    <w:rsid w:val="00F447C7"/>
    <w:rsid w:val="00F45607"/>
    <w:rsid w:val="00F5558F"/>
    <w:rsid w:val="00F659EB"/>
    <w:rsid w:val="00F85001"/>
    <w:rsid w:val="00F86BA6"/>
    <w:rsid w:val="00FA1333"/>
    <w:rsid w:val="00FC6389"/>
    <w:rsid w:val="00FD3923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/>
</file>

<file path=customXml/itemProps2.xml><?xml version="1.0" encoding="utf-8"?>
<ds:datastoreItem xmlns:ds="http://schemas.openxmlformats.org/officeDocument/2006/customXml" ds:itemID="{2DAB2258-1D6B-4349-80DE-EE8C5F0AF12E}"/>
</file>

<file path=customXml/itemProps3.xml><?xml version="1.0" encoding="utf-8"?>
<ds:datastoreItem xmlns:ds="http://schemas.openxmlformats.org/officeDocument/2006/customXml" ds:itemID="{93DAC39B-A53B-4F8A-A56E-73D5C979137A}"/>
</file>

<file path=customXml/itemProps4.xml><?xml version="1.0" encoding="utf-8"?>
<ds:datastoreItem xmlns:ds="http://schemas.openxmlformats.org/officeDocument/2006/customXml" ds:itemID="{FDF92329-905D-4196-B573-F77FD79B9FEA}"/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84</TotalTime>
  <Pages>4</Pages>
  <Words>956</Words>
  <Characters>5646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Farniková Veronika, Mgr. Bc.</cp:lastModifiedBy>
  <cp:revision>26</cp:revision>
  <cp:lastPrinted>2022-03-23T11:11:00Z</cp:lastPrinted>
  <dcterms:created xsi:type="dcterms:W3CDTF">2023-04-17T12:23:00Z</dcterms:created>
  <dcterms:modified xsi:type="dcterms:W3CDTF">2023-04-24T12:16:00Z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